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CDBBC" w14:textId="4A4FDD1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73556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35562">
        <w:rPr>
          <w:rFonts w:ascii="Corbel" w:hAnsi="Corbel"/>
          <w:bCs/>
          <w:i/>
        </w:rPr>
        <w:t>23</w:t>
      </w:r>
    </w:p>
    <w:p w14:paraId="42ACDBBD" w14:textId="77777777"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14:paraId="42ACDBBE" w14:textId="4EE73BA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3765">
        <w:rPr>
          <w:rFonts w:ascii="Corbel" w:hAnsi="Corbel"/>
          <w:b/>
          <w:smallCaps/>
          <w:sz w:val="24"/>
          <w:szCs w:val="24"/>
        </w:rPr>
        <w:t xml:space="preserve"> </w:t>
      </w:r>
      <w:r w:rsidR="00B47752" w:rsidRPr="00583765">
        <w:rPr>
          <w:rFonts w:ascii="Corbel" w:hAnsi="Corbel"/>
          <w:i/>
          <w:smallCaps/>
          <w:sz w:val="24"/>
          <w:szCs w:val="24"/>
        </w:rPr>
        <w:t>202</w:t>
      </w:r>
      <w:r w:rsidR="000F68E3">
        <w:rPr>
          <w:rFonts w:ascii="Corbel" w:hAnsi="Corbel"/>
          <w:i/>
          <w:smallCaps/>
          <w:sz w:val="24"/>
          <w:szCs w:val="24"/>
        </w:rPr>
        <w:t>3</w:t>
      </w:r>
      <w:r w:rsidR="005C7838" w:rsidRPr="00583765">
        <w:rPr>
          <w:rFonts w:ascii="Corbel" w:hAnsi="Corbel"/>
          <w:i/>
          <w:smallCaps/>
          <w:sz w:val="24"/>
          <w:szCs w:val="24"/>
        </w:rPr>
        <w:t>-202</w:t>
      </w:r>
      <w:r w:rsidR="000F68E3">
        <w:rPr>
          <w:rFonts w:ascii="Corbel" w:hAnsi="Corbel"/>
          <w:i/>
          <w:smallCaps/>
          <w:sz w:val="24"/>
          <w:szCs w:val="24"/>
        </w:rPr>
        <w:t>5</w:t>
      </w:r>
    </w:p>
    <w:p w14:paraId="42ACDB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ACDBC0" w14:textId="571A73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0F68E3">
        <w:rPr>
          <w:rFonts w:ascii="Corbel" w:hAnsi="Corbel"/>
          <w:sz w:val="20"/>
          <w:szCs w:val="20"/>
        </w:rPr>
        <w:t>3</w:t>
      </w:r>
      <w:r w:rsidR="00F86E3B">
        <w:rPr>
          <w:rFonts w:ascii="Corbel" w:hAnsi="Corbel"/>
          <w:sz w:val="20"/>
          <w:szCs w:val="20"/>
        </w:rPr>
        <w:t>/202</w:t>
      </w:r>
      <w:r w:rsidR="000F68E3">
        <w:rPr>
          <w:rFonts w:ascii="Corbel" w:hAnsi="Corbel"/>
          <w:sz w:val="20"/>
          <w:szCs w:val="20"/>
        </w:rPr>
        <w:t>4</w:t>
      </w:r>
      <w:r w:rsidR="007B7BE4">
        <w:rPr>
          <w:rFonts w:ascii="Corbel" w:hAnsi="Corbel"/>
          <w:sz w:val="20"/>
          <w:szCs w:val="20"/>
        </w:rPr>
        <w:t xml:space="preserve"> i 202</w:t>
      </w:r>
      <w:r w:rsidR="000F68E3">
        <w:rPr>
          <w:rFonts w:ascii="Corbel" w:hAnsi="Corbel"/>
          <w:sz w:val="20"/>
          <w:szCs w:val="20"/>
        </w:rPr>
        <w:t>4</w:t>
      </w:r>
      <w:r w:rsidR="007B7BE4">
        <w:rPr>
          <w:rFonts w:ascii="Corbel" w:hAnsi="Corbel"/>
          <w:sz w:val="20"/>
          <w:szCs w:val="20"/>
        </w:rPr>
        <w:t>/202</w:t>
      </w:r>
      <w:r w:rsidR="000F68E3">
        <w:rPr>
          <w:rFonts w:ascii="Corbel" w:hAnsi="Corbel"/>
          <w:sz w:val="20"/>
          <w:szCs w:val="20"/>
        </w:rPr>
        <w:t>5</w:t>
      </w:r>
    </w:p>
    <w:p w14:paraId="42ACD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B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CDBC5" w14:textId="77777777" w:rsidTr="00B819C8">
        <w:tc>
          <w:tcPr>
            <w:tcW w:w="2694" w:type="dxa"/>
            <w:vAlign w:val="center"/>
          </w:tcPr>
          <w:p w14:paraId="42ACDB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CDBC4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14:paraId="42ACDBC8" w14:textId="77777777" w:rsidTr="00B819C8">
        <w:tc>
          <w:tcPr>
            <w:tcW w:w="2694" w:type="dxa"/>
            <w:vAlign w:val="center"/>
          </w:tcPr>
          <w:p w14:paraId="42ACD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ACDB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2ACDBCB" w14:textId="77777777" w:rsidTr="00B819C8">
        <w:tc>
          <w:tcPr>
            <w:tcW w:w="2694" w:type="dxa"/>
            <w:vAlign w:val="center"/>
          </w:tcPr>
          <w:p w14:paraId="42ACDB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CDBCA" w14:textId="77777777"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ACDBCE" w14:textId="77777777" w:rsidTr="00B819C8">
        <w:tc>
          <w:tcPr>
            <w:tcW w:w="2694" w:type="dxa"/>
            <w:vAlign w:val="center"/>
          </w:tcPr>
          <w:p w14:paraId="42ACDB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CDBCD" w14:textId="77777777"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2ACDBD1" w14:textId="77777777" w:rsidTr="00B819C8">
        <w:tc>
          <w:tcPr>
            <w:tcW w:w="2694" w:type="dxa"/>
            <w:vAlign w:val="center"/>
          </w:tcPr>
          <w:p w14:paraId="42ACDB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ACDBD0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2ACDBD4" w14:textId="77777777" w:rsidTr="00B819C8">
        <w:tc>
          <w:tcPr>
            <w:tcW w:w="2694" w:type="dxa"/>
            <w:vAlign w:val="center"/>
          </w:tcPr>
          <w:p w14:paraId="42ACDB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ACDBD3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2ACDBD7" w14:textId="77777777" w:rsidTr="00B819C8">
        <w:tc>
          <w:tcPr>
            <w:tcW w:w="2694" w:type="dxa"/>
            <w:vAlign w:val="center"/>
          </w:tcPr>
          <w:p w14:paraId="42ACDB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CDBD6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ACDBDA" w14:textId="77777777" w:rsidTr="00B819C8">
        <w:tc>
          <w:tcPr>
            <w:tcW w:w="2694" w:type="dxa"/>
            <w:vAlign w:val="center"/>
          </w:tcPr>
          <w:p w14:paraId="42ACDB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ACDBD9" w14:textId="0141F7D6" w:rsidR="0085747A" w:rsidRPr="009C54AE" w:rsidRDefault="00EB0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2ACDBDD" w14:textId="77777777" w:rsidTr="00B819C8">
        <w:tc>
          <w:tcPr>
            <w:tcW w:w="2694" w:type="dxa"/>
            <w:vAlign w:val="center"/>
          </w:tcPr>
          <w:p w14:paraId="42ACDB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ACDBDC" w14:textId="66F07353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II; semestr 1-4</w:t>
            </w:r>
          </w:p>
        </w:tc>
      </w:tr>
      <w:tr w:rsidR="0085747A" w:rsidRPr="009C54AE" w14:paraId="42ACDBE0" w14:textId="77777777" w:rsidTr="00B819C8">
        <w:tc>
          <w:tcPr>
            <w:tcW w:w="2694" w:type="dxa"/>
            <w:vAlign w:val="center"/>
          </w:tcPr>
          <w:p w14:paraId="42ACDB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ACDBDF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2ACDBE3" w14:textId="77777777" w:rsidTr="00B819C8">
        <w:tc>
          <w:tcPr>
            <w:tcW w:w="2694" w:type="dxa"/>
            <w:vAlign w:val="center"/>
          </w:tcPr>
          <w:p w14:paraId="42ACDB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ACDBE2" w14:textId="77777777"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2ACDBE6" w14:textId="77777777" w:rsidTr="00B819C8">
        <w:tc>
          <w:tcPr>
            <w:tcW w:w="2694" w:type="dxa"/>
            <w:vAlign w:val="center"/>
          </w:tcPr>
          <w:p w14:paraId="42ACD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ACDBE5" w14:textId="77777777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42ACDBE9" w14:textId="77777777" w:rsidTr="00B819C8">
        <w:tc>
          <w:tcPr>
            <w:tcW w:w="2694" w:type="dxa"/>
            <w:vAlign w:val="center"/>
          </w:tcPr>
          <w:p w14:paraId="42ACD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ACDBE8" w14:textId="77777777"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2ACDB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CDB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CDB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ACDB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ACDBF9" w14:textId="77777777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CDB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ACDC04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FA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B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C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3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0F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0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9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A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1A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4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9" w14:textId="10F14EF4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14:paraId="42ACDC25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F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4" w14:textId="71326D0B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ACDC2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CDC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ACDC29" w14:textId="77777777"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42ACDC2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D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C2C" w14:textId="022CE62C"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42ACDC2D" w14:textId="656B450D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14:paraId="42ACDC2E" w14:textId="77777777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FABEF" w14:textId="77777777"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31" w14:textId="77777777" w:rsidTr="00745302">
        <w:tc>
          <w:tcPr>
            <w:tcW w:w="9670" w:type="dxa"/>
          </w:tcPr>
          <w:p w14:paraId="42ACDC30" w14:textId="77777777"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14:paraId="42ACDC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ACDC3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ACDC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14:paraId="42ACDC39" w14:textId="77777777" w:rsidTr="0042328E">
        <w:tc>
          <w:tcPr>
            <w:tcW w:w="845" w:type="dxa"/>
            <w:vAlign w:val="center"/>
          </w:tcPr>
          <w:p w14:paraId="42ACDC37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ACDC38" w14:textId="77777777"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14:paraId="42ACDC3C" w14:textId="77777777" w:rsidTr="0042328E">
        <w:tc>
          <w:tcPr>
            <w:tcW w:w="845" w:type="dxa"/>
            <w:vAlign w:val="center"/>
          </w:tcPr>
          <w:p w14:paraId="42ACDC3A" w14:textId="77777777"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ACDC3B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3F" w14:textId="77777777" w:rsidTr="0042328E">
        <w:tc>
          <w:tcPr>
            <w:tcW w:w="845" w:type="dxa"/>
            <w:vAlign w:val="center"/>
          </w:tcPr>
          <w:p w14:paraId="42ACDC3D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2ACDC3E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42" w14:textId="77777777" w:rsidTr="0042328E">
        <w:tc>
          <w:tcPr>
            <w:tcW w:w="845" w:type="dxa"/>
            <w:vAlign w:val="center"/>
          </w:tcPr>
          <w:p w14:paraId="42ACDC40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2ACDC41" w14:textId="77777777"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14:paraId="42ACDC45" w14:textId="77777777" w:rsidTr="0042328E">
        <w:tc>
          <w:tcPr>
            <w:tcW w:w="845" w:type="dxa"/>
            <w:vAlign w:val="center"/>
          </w:tcPr>
          <w:p w14:paraId="42ACDC43" w14:textId="77777777"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2ACDC44" w14:textId="77777777"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14:paraId="42ACD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CDC4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ACDC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2ACDC4C" w14:textId="77777777" w:rsidTr="0042328E">
        <w:tc>
          <w:tcPr>
            <w:tcW w:w="1681" w:type="dxa"/>
            <w:vAlign w:val="center"/>
          </w:tcPr>
          <w:p w14:paraId="42ACDC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62ADB1" w14:textId="77777777"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ACDC4A" w14:textId="5E4C0919"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ACDC4B" w14:textId="7B368B0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14:paraId="42ACDC54" w14:textId="77777777" w:rsidTr="00E843A6">
        <w:trPr>
          <w:trHeight w:val="1911"/>
        </w:trPr>
        <w:tc>
          <w:tcPr>
            <w:tcW w:w="1681" w:type="dxa"/>
            <w:vAlign w:val="center"/>
          </w:tcPr>
          <w:p w14:paraId="42ACDC4D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2ACDC4E" w14:textId="558C32F8"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14:paraId="42ACDC4F" w14:textId="77777777"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2ACDC50" w14:textId="77777777"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2ACDC51" w14:textId="77777777"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42ACDC53" w14:textId="432460F2"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14:paraId="42ACDC59" w14:textId="77777777" w:rsidTr="00C331F8">
        <w:tc>
          <w:tcPr>
            <w:tcW w:w="1681" w:type="dxa"/>
            <w:vAlign w:val="center"/>
          </w:tcPr>
          <w:p w14:paraId="42ACDC55" w14:textId="77777777"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14:paraId="42ACDC56" w14:textId="6EDCDBD9"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14:paraId="42ACDC57" w14:textId="77777777"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2ACDC58" w14:textId="65A7FE20"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14:paraId="42ACDC5F" w14:textId="77777777" w:rsidTr="00E843A6">
        <w:trPr>
          <w:trHeight w:val="1777"/>
        </w:trPr>
        <w:tc>
          <w:tcPr>
            <w:tcW w:w="1681" w:type="dxa"/>
            <w:vAlign w:val="center"/>
          </w:tcPr>
          <w:p w14:paraId="42ACDC5A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42ACDC5B" w14:textId="374E7143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14:paraId="42ACDC5C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2ACDC5E" w14:textId="78CD0623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14:paraId="42ACDC65" w14:textId="77777777" w:rsidTr="00C331F8">
        <w:tc>
          <w:tcPr>
            <w:tcW w:w="1681" w:type="dxa"/>
            <w:vAlign w:val="center"/>
          </w:tcPr>
          <w:p w14:paraId="42ACDC60" w14:textId="77777777"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42ACDC61" w14:textId="46A202E8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14:paraId="42ACDC62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42ACDC63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2ACDC64" w14:textId="6C7157DC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A" w14:textId="77777777" w:rsidTr="00C331F8">
        <w:tc>
          <w:tcPr>
            <w:tcW w:w="1681" w:type="dxa"/>
            <w:vAlign w:val="center"/>
          </w:tcPr>
          <w:p w14:paraId="42ACDC66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42ACDC67" w14:textId="03614478"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14:paraId="42ACDC68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195DDFF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2ACDC69" w14:textId="53448988"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F" w14:textId="77777777" w:rsidTr="008F53F0">
        <w:trPr>
          <w:trHeight w:val="1868"/>
        </w:trPr>
        <w:tc>
          <w:tcPr>
            <w:tcW w:w="1681" w:type="dxa"/>
            <w:vAlign w:val="center"/>
          </w:tcPr>
          <w:p w14:paraId="42ACDC6B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14:paraId="42ACDC6C" w14:textId="70BF49E0"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14:paraId="42ACDC6D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2ACDC6E" w14:textId="075D14EE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73" w14:textId="77777777" w:rsidTr="008F53F0">
        <w:trPr>
          <w:trHeight w:val="1980"/>
        </w:trPr>
        <w:tc>
          <w:tcPr>
            <w:tcW w:w="1681" w:type="dxa"/>
            <w:vAlign w:val="center"/>
          </w:tcPr>
          <w:p w14:paraId="42ACDC70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14:paraId="42ACDC71" w14:textId="713BDBFE"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14:paraId="04F29396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ACDC72" w14:textId="18F89EDE"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ACDC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75" w14:textId="77777777"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ACDC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2ACDC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14:paraId="42ACDC7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7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14:paraId="42ACDC7D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C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14:paraId="42ACDC7F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E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1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0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3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2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14:paraId="42ACDC85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4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14:paraId="42ACDC87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6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14:paraId="42ACDC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ACDC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ACDC90" w14:textId="77777777" w:rsidTr="00630205">
        <w:tc>
          <w:tcPr>
            <w:tcW w:w="9520" w:type="dxa"/>
          </w:tcPr>
          <w:p w14:paraId="42ACDC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ACDC92" w14:textId="77777777" w:rsidTr="004904BC">
        <w:trPr>
          <w:trHeight w:val="1206"/>
        </w:trPr>
        <w:tc>
          <w:tcPr>
            <w:tcW w:w="9520" w:type="dxa"/>
          </w:tcPr>
          <w:p w14:paraId="42ACDC91" w14:textId="77777777"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14:paraId="42ACDC94" w14:textId="77777777" w:rsidTr="00630205">
        <w:trPr>
          <w:trHeight w:val="2306"/>
        </w:trPr>
        <w:tc>
          <w:tcPr>
            <w:tcW w:w="9520" w:type="dxa"/>
          </w:tcPr>
          <w:p w14:paraId="42ACDC93" w14:textId="77777777"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14:paraId="42ACDC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CDC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98" w14:textId="77777777"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42ACDC99" w14:textId="66F223F6"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14:paraId="42ACDC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ACDC9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ACDC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14:paraId="42ACDCA4" w14:textId="77777777" w:rsidTr="009934CC">
        <w:tc>
          <w:tcPr>
            <w:tcW w:w="1985" w:type="dxa"/>
            <w:vAlign w:val="center"/>
          </w:tcPr>
          <w:p w14:paraId="42ACDC9F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ACDCA0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ACDCA1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ACDCA2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CDCA3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14:paraId="42ACDCA8" w14:textId="77777777" w:rsidTr="009934CC">
        <w:tc>
          <w:tcPr>
            <w:tcW w:w="1985" w:type="dxa"/>
          </w:tcPr>
          <w:p w14:paraId="42ACDCA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ACDCA6" w14:textId="77777777"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7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14:paraId="42ACDCAC" w14:textId="77777777" w:rsidTr="009934CC">
        <w:tc>
          <w:tcPr>
            <w:tcW w:w="1985" w:type="dxa"/>
          </w:tcPr>
          <w:p w14:paraId="42ACDCA9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2ACDCAA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B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14:paraId="42ACDCB0" w14:textId="77777777" w:rsidTr="009934CC">
        <w:tc>
          <w:tcPr>
            <w:tcW w:w="1985" w:type="dxa"/>
          </w:tcPr>
          <w:p w14:paraId="42ACDCAD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ACDCAE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F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4" w14:textId="77777777" w:rsidTr="009934CC">
        <w:tc>
          <w:tcPr>
            <w:tcW w:w="1985" w:type="dxa"/>
          </w:tcPr>
          <w:p w14:paraId="42ACDCB1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ACDCB2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3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8" w14:textId="77777777" w:rsidTr="009934CC">
        <w:tc>
          <w:tcPr>
            <w:tcW w:w="1985" w:type="dxa"/>
          </w:tcPr>
          <w:p w14:paraId="42ACDCB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ACDCB6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7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C" w14:textId="77777777" w:rsidTr="009934CC">
        <w:tc>
          <w:tcPr>
            <w:tcW w:w="1985" w:type="dxa"/>
          </w:tcPr>
          <w:p w14:paraId="42ACDCB9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ACDCBA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B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C0" w14:textId="77777777" w:rsidTr="009934CC">
        <w:tc>
          <w:tcPr>
            <w:tcW w:w="1985" w:type="dxa"/>
          </w:tcPr>
          <w:p w14:paraId="42ACDCBD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2ACDCBE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F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2ACDC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2" w14:textId="77777777"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ACDC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C7" w14:textId="77777777" w:rsidTr="00923D7D">
        <w:tc>
          <w:tcPr>
            <w:tcW w:w="9670" w:type="dxa"/>
          </w:tcPr>
          <w:p w14:paraId="74C1E2F8" w14:textId="77777777" w:rsidR="00276AEA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</w:t>
            </w:r>
            <w:r w:rsidR="00276AEA"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>na zajęciach</w:t>
            </w:r>
            <w:r w:rsidR="00276AEA"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4" w14:textId="06D31249" w:rsidR="000F6C13" w:rsidRPr="009D14FE" w:rsidRDefault="00276AEA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 w:rsidR="009D14FE"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14:paraId="42ACDCC5" w14:textId="77777777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6" w14:textId="634C4F4D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 w:rsidR="003A03B6">
              <w:rPr>
                <w:rFonts w:ascii="Corbel" w:hAnsi="Corbel"/>
                <w:color w:val="000000"/>
                <w:sz w:val="24"/>
              </w:rPr>
              <w:t xml:space="preserve"> (w zakresie ćwiczeń i wykładów)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14:paraId="42ACD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ACD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2ACDCCD" w14:textId="77777777" w:rsidTr="003E1941">
        <w:tc>
          <w:tcPr>
            <w:tcW w:w="4962" w:type="dxa"/>
            <w:vAlign w:val="center"/>
          </w:tcPr>
          <w:p w14:paraId="42ACD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CDC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42ACDCD0" w14:textId="77777777" w:rsidTr="00923D7D">
        <w:tc>
          <w:tcPr>
            <w:tcW w:w="4962" w:type="dxa"/>
          </w:tcPr>
          <w:p w14:paraId="42ACDCCE" w14:textId="74E2AA20" w:rsidR="0085747A" w:rsidRPr="009C54AE" w:rsidRDefault="00C61DC5" w:rsidP="007355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2ACDCCF" w14:textId="77777777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14:paraId="42ACDCD4" w14:textId="77777777" w:rsidTr="00923D7D">
        <w:tc>
          <w:tcPr>
            <w:tcW w:w="4962" w:type="dxa"/>
          </w:tcPr>
          <w:p w14:paraId="42ACDC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ACDCD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ACDCD3" w14:textId="5962ECCB"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CDCD7" w14:textId="77777777" w:rsidTr="00923D7D">
        <w:tc>
          <w:tcPr>
            <w:tcW w:w="4962" w:type="dxa"/>
          </w:tcPr>
          <w:p w14:paraId="42ACDCD5" w14:textId="69D555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="002866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42ACDCD6" w14:textId="7B356906"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2ACDCDA" w14:textId="77777777" w:rsidTr="00923D7D">
        <w:tc>
          <w:tcPr>
            <w:tcW w:w="4962" w:type="dxa"/>
          </w:tcPr>
          <w:p w14:paraId="42ACDC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CDCD9" w14:textId="60331326"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ACDCDD" w14:textId="77777777" w:rsidTr="00923D7D">
        <w:tc>
          <w:tcPr>
            <w:tcW w:w="4962" w:type="dxa"/>
          </w:tcPr>
          <w:p w14:paraId="42ACDC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CDCDC" w14:textId="026080C9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ACDCDF" w14:textId="77777777"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ACDC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ACDCE4" w14:textId="77777777" w:rsidTr="0071620A">
        <w:trPr>
          <w:trHeight w:val="397"/>
        </w:trPr>
        <w:tc>
          <w:tcPr>
            <w:tcW w:w="3544" w:type="dxa"/>
          </w:tcPr>
          <w:p w14:paraId="42ACDC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CDCE3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ACDCE7" w14:textId="77777777" w:rsidTr="0071620A">
        <w:trPr>
          <w:trHeight w:val="397"/>
        </w:trPr>
        <w:tc>
          <w:tcPr>
            <w:tcW w:w="3544" w:type="dxa"/>
          </w:tcPr>
          <w:p w14:paraId="42ACD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CDCE6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42AC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C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ACDCEA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7890" w:rsidRPr="0097002E" w14:paraId="70493E96" w14:textId="77777777" w:rsidTr="00A85BB0">
        <w:trPr>
          <w:trHeight w:val="397"/>
        </w:trPr>
        <w:tc>
          <w:tcPr>
            <w:tcW w:w="7513" w:type="dxa"/>
          </w:tcPr>
          <w:p w14:paraId="153583E1" w14:textId="77777777" w:rsidR="00387890" w:rsidRPr="00333FE4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1116F8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7AB05D4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070B78C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2506D7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4D8447D0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14:paraId="66C3CB01" w14:textId="77777777"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004FDA68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127A709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7E3F3703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A2E5F9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4015E651" w14:textId="77777777"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 xml:space="preserve">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23318FB0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F6219B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318280D1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6948FE3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C60FFFC" w14:textId="77777777"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14:paraId="02096CF3" w14:textId="77777777" w:rsidTr="00A85BB0">
        <w:trPr>
          <w:trHeight w:val="397"/>
        </w:trPr>
        <w:tc>
          <w:tcPr>
            <w:tcW w:w="7513" w:type="dxa"/>
          </w:tcPr>
          <w:p w14:paraId="44F2EABE" w14:textId="77777777"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244461" w14:textId="77777777"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14:paraId="28601069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8625774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FC19F4F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14:paraId="65DAC7F2" w14:textId="77777777"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D06" w14:textId="77777777"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D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1858AF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2F299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453F2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55B1A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9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A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B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C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D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E" w14:textId="77777777"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9010B" w14:textId="77777777" w:rsidR="00BE42E4" w:rsidRDefault="00BE42E4" w:rsidP="00C16ABF">
      <w:pPr>
        <w:spacing w:after="0" w:line="240" w:lineRule="auto"/>
      </w:pPr>
      <w:r>
        <w:separator/>
      </w:r>
    </w:p>
  </w:endnote>
  <w:endnote w:type="continuationSeparator" w:id="0">
    <w:p w14:paraId="5F88753B" w14:textId="77777777" w:rsidR="00BE42E4" w:rsidRDefault="00BE42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8F21C" w14:textId="77777777" w:rsidR="00BE42E4" w:rsidRDefault="00BE42E4" w:rsidP="00C16ABF">
      <w:pPr>
        <w:spacing w:after="0" w:line="240" w:lineRule="auto"/>
      </w:pPr>
      <w:r>
        <w:separator/>
      </w:r>
    </w:p>
  </w:footnote>
  <w:footnote w:type="continuationSeparator" w:id="0">
    <w:p w14:paraId="6CF75520" w14:textId="77777777" w:rsidR="00BE42E4" w:rsidRDefault="00BE42E4" w:rsidP="00C16ABF">
      <w:pPr>
        <w:spacing w:after="0" w:line="240" w:lineRule="auto"/>
      </w:pPr>
      <w:r>
        <w:continuationSeparator/>
      </w:r>
    </w:p>
  </w:footnote>
  <w:footnote w:id="1">
    <w:p w14:paraId="42ACDD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A5D8D"/>
    <w:rsid w:val="000B192D"/>
    <w:rsid w:val="000B28EE"/>
    <w:rsid w:val="000B3E37"/>
    <w:rsid w:val="000D04B0"/>
    <w:rsid w:val="000F1C57"/>
    <w:rsid w:val="000F5615"/>
    <w:rsid w:val="000F68E3"/>
    <w:rsid w:val="000F6C13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C55C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90885"/>
    <w:rsid w:val="00B929EB"/>
    <w:rsid w:val="00BA4973"/>
    <w:rsid w:val="00BB520A"/>
    <w:rsid w:val="00BC3FB2"/>
    <w:rsid w:val="00BD3869"/>
    <w:rsid w:val="00BD66E9"/>
    <w:rsid w:val="00BD6FF4"/>
    <w:rsid w:val="00BE42E4"/>
    <w:rsid w:val="00BF2C41"/>
    <w:rsid w:val="00C0195A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B0EB6"/>
    <w:rsid w:val="00EC18D8"/>
    <w:rsid w:val="00EC362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DBBC"/>
  <w15:docId w15:val="{B11C4C90-9FBC-499F-AA05-68307F1F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2E93-2A79-4E04-948B-77D97EFB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1551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2020-10-15T11:57:00Z</cp:lastPrinted>
  <dcterms:created xsi:type="dcterms:W3CDTF">2022-06-22T15:48:00Z</dcterms:created>
  <dcterms:modified xsi:type="dcterms:W3CDTF">2023-04-20T10:00:00Z</dcterms:modified>
</cp:coreProperties>
</file>